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13513044"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r>
      <w:r w:rsidR="005757D1">
        <w:t>MISE Plant, Machines and Light Vehicle Spare Parts</w:t>
      </w:r>
    </w:p>
    <w:p w14:paraId="412360ED" w14:textId="76BB2830"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6D67EC">
        <w:rPr>
          <w:sz w:val="24"/>
          <w:szCs w:val="24"/>
        </w:rPr>
        <w:t xml:space="preserve"> </w:t>
      </w:r>
      <w:r w:rsidR="00C32A42" w:rsidRPr="00C32A42">
        <w:rPr>
          <w:sz w:val="24"/>
          <w:szCs w:val="24"/>
          <w:lang w:val="en-US"/>
        </w:rPr>
        <w:t>27-G013-25</w:t>
      </w:r>
      <w:r w:rsidR="00993409" w:rsidRPr="00DF2302">
        <w:rPr>
          <w:sz w:val="24"/>
          <w:szCs w:val="24"/>
        </w:rPr>
        <w:tab/>
      </w:r>
      <w:bookmarkEnd w:id="1"/>
      <w:bookmarkEnd w:id="2"/>
      <w:bookmarkEnd w:id="3"/>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3960DF" w:rsidRDefault="006E17EC" w:rsidP="006E17EC">
            <w:pPr>
              <w:pStyle w:val="TableContents"/>
              <w:jc w:val="center"/>
              <w:rPr>
                <w:rFonts w:cs="Calibri"/>
                <w:b/>
              </w:rPr>
            </w:pPr>
            <w:r w:rsidRPr="003960DF">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1133DD" w:rsidRDefault="00DE3F38" w:rsidP="00CB0D61">
            <w:pPr>
              <w:pStyle w:val="TableContents"/>
              <w:rPr>
                <w:rFonts w:asciiTheme="minorHAnsi" w:hAnsiTheme="minorHAnsi"/>
                <w:sz w:val="22"/>
                <w:szCs w:val="22"/>
                <w:lang w:eastAsia="en-US"/>
              </w:rPr>
            </w:pPr>
            <w:r w:rsidRPr="001133DD">
              <w:rPr>
                <w:rFonts w:asciiTheme="minorHAnsi" w:hAnsiTheme="minorHAnsi"/>
                <w:sz w:val="22"/>
                <w:szCs w:val="22"/>
                <w:lang w:eastAsia="en-US"/>
              </w:rPr>
              <w:t xml:space="preserve">Firm/consortium’s experience and reputation </w:t>
            </w:r>
            <w:r w:rsidR="00B52A14" w:rsidRPr="001133DD">
              <w:rPr>
                <w:rFonts w:asciiTheme="minorHAnsi" w:hAnsiTheme="minorHAnsi"/>
                <w:sz w:val="22"/>
                <w:szCs w:val="22"/>
                <w:lang w:eastAsia="en-US"/>
              </w:rPr>
              <w:t>with</w:t>
            </w:r>
            <w:r w:rsidRPr="001133DD">
              <w:rPr>
                <w:rFonts w:asciiTheme="minorHAnsi" w:hAnsiTheme="minorHAnsi"/>
                <w:sz w:val="22"/>
                <w:szCs w:val="22"/>
                <w:lang w:eastAsia="en-US"/>
              </w:rPr>
              <w:t xml:space="preserve"> similar </w:t>
            </w:r>
            <w:r w:rsidR="00AD3DBB" w:rsidRPr="001133DD">
              <w:rPr>
                <w:rFonts w:asciiTheme="minorHAnsi" w:hAnsiTheme="minorHAnsi"/>
                <w:sz w:val="22"/>
                <w:szCs w:val="22"/>
                <w:lang w:eastAsia="en-US"/>
              </w:rPr>
              <w:t>supply of Goods</w:t>
            </w:r>
          </w:p>
        </w:tc>
        <w:tc>
          <w:tcPr>
            <w:tcW w:w="5367" w:type="dxa"/>
            <w:shd w:val="clear" w:color="auto" w:fill="auto"/>
          </w:tcPr>
          <w:p w14:paraId="3ADDF29E" w14:textId="3FFFE087" w:rsidR="006E17EC" w:rsidRPr="003960DF" w:rsidRDefault="00EA6501" w:rsidP="00CB0D61">
            <w:pPr>
              <w:pStyle w:val="TableContents"/>
              <w:numPr>
                <w:ilvl w:val="0"/>
                <w:numId w:val="3"/>
              </w:numPr>
              <w:jc w:val="both"/>
              <w:rPr>
                <w:rFonts w:asciiTheme="minorHAnsi" w:hAnsiTheme="minorHAnsi"/>
                <w:sz w:val="22"/>
                <w:szCs w:val="22"/>
              </w:rPr>
            </w:pPr>
            <w:r w:rsidRPr="003960DF">
              <w:rPr>
                <w:rFonts w:asciiTheme="minorHAnsi" w:hAnsiTheme="minorHAnsi"/>
                <w:sz w:val="22"/>
                <w:szCs w:val="22"/>
              </w:rPr>
              <w:t xml:space="preserve">At least 3 references </w:t>
            </w:r>
            <w:r w:rsidR="005A23F1">
              <w:rPr>
                <w:rFonts w:asciiTheme="minorHAnsi" w:hAnsiTheme="minorHAnsi"/>
                <w:sz w:val="22"/>
                <w:szCs w:val="22"/>
              </w:rPr>
              <w:t xml:space="preserve">provided </w:t>
            </w:r>
            <w:r w:rsidRPr="003960DF">
              <w:rPr>
                <w:rFonts w:asciiTheme="minorHAnsi" w:hAnsiTheme="minorHAnsi"/>
                <w:sz w:val="22"/>
                <w:szCs w:val="22"/>
              </w:rPr>
              <w:t>to de</w:t>
            </w:r>
            <w:r w:rsidR="005A23F1">
              <w:rPr>
                <w:rFonts w:asciiTheme="minorHAnsi" w:hAnsiTheme="minorHAnsi"/>
                <w:sz w:val="22"/>
                <w:szCs w:val="22"/>
              </w:rPr>
              <w:t>termine</w:t>
            </w:r>
            <w:r w:rsidRPr="003960DF">
              <w:rPr>
                <w:rFonts w:asciiTheme="minorHAnsi" w:hAnsiTheme="minorHAnsi"/>
                <w:sz w:val="22"/>
                <w:szCs w:val="22"/>
              </w:rPr>
              <w:t xml:space="preserve"> </w:t>
            </w:r>
            <w:r w:rsidR="005A23F1">
              <w:rPr>
                <w:rFonts w:asciiTheme="minorHAnsi" w:hAnsiTheme="minorHAnsi"/>
                <w:sz w:val="22"/>
                <w:szCs w:val="22"/>
              </w:rPr>
              <w:t xml:space="preserve">the </w:t>
            </w:r>
            <w:r w:rsidRPr="003960DF">
              <w:rPr>
                <w:rFonts w:asciiTheme="minorHAnsi" w:hAnsiTheme="minorHAnsi"/>
                <w:sz w:val="22"/>
                <w:szCs w:val="22"/>
              </w:rPr>
              <w:t>e</w:t>
            </w:r>
            <w:r w:rsidR="000F628C" w:rsidRPr="003960DF">
              <w:rPr>
                <w:rFonts w:asciiTheme="minorHAnsi" w:hAnsiTheme="minorHAnsi"/>
                <w:sz w:val="22"/>
                <w:szCs w:val="22"/>
              </w:rPr>
              <w:t>xperience</w:t>
            </w:r>
            <w:r w:rsidR="005A23F1">
              <w:rPr>
                <w:rFonts w:asciiTheme="minorHAnsi" w:hAnsiTheme="minorHAnsi"/>
                <w:sz w:val="22"/>
                <w:szCs w:val="22"/>
              </w:rPr>
              <w:t xml:space="preserve"> and good reputation of the tenderer</w:t>
            </w:r>
            <w:r w:rsidR="000F628C" w:rsidRPr="003960DF">
              <w:rPr>
                <w:rFonts w:asciiTheme="minorHAnsi" w:hAnsiTheme="minorHAnsi"/>
                <w:sz w:val="22"/>
                <w:szCs w:val="22"/>
              </w:rPr>
              <w:t xml:space="preserve"> in supplying</w:t>
            </w:r>
            <w:r w:rsidR="005A23F1">
              <w:rPr>
                <w:rFonts w:asciiTheme="minorHAnsi" w:hAnsiTheme="minorHAnsi"/>
                <w:sz w:val="22"/>
                <w:szCs w:val="22"/>
              </w:rPr>
              <w:t xml:space="preserve"> </w:t>
            </w:r>
            <w:r w:rsidR="000F628C" w:rsidRPr="003960DF">
              <w:rPr>
                <w:rFonts w:asciiTheme="minorHAnsi" w:hAnsiTheme="minorHAnsi"/>
                <w:sz w:val="22"/>
                <w:szCs w:val="22"/>
              </w:rPr>
              <w:t>similar goods in accordance with standard and quality</w:t>
            </w:r>
            <w:r w:rsidRPr="003960DF">
              <w:rPr>
                <w:rFonts w:asciiTheme="minorHAnsi" w:hAnsiTheme="minorHAnsi"/>
                <w:sz w:val="22"/>
                <w:szCs w:val="22"/>
              </w:rPr>
              <w:t>.</w:t>
            </w:r>
          </w:p>
        </w:tc>
        <w:tc>
          <w:tcPr>
            <w:tcW w:w="1360" w:type="dxa"/>
            <w:shd w:val="clear" w:color="auto" w:fill="auto"/>
            <w:vAlign w:val="center"/>
          </w:tcPr>
          <w:p w14:paraId="6FB170A3" w14:textId="3AAF27E2" w:rsidR="006E17EC" w:rsidRPr="001133DD" w:rsidRDefault="002A4CDC"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15</w:t>
            </w:r>
          </w:p>
        </w:tc>
      </w:tr>
      <w:tr w:rsidR="005C488A" w:rsidRPr="00DF2302" w14:paraId="39AACE82" w14:textId="77777777" w:rsidTr="006E17EC">
        <w:trPr>
          <w:cantSplit/>
          <w:tblHeader/>
        </w:trPr>
        <w:tc>
          <w:tcPr>
            <w:tcW w:w="2430" w:type="dxa"/>
            <w:vMerge w:val="restart"/>
            <w:shd w:val="clear" w:color="auto" w:fill="auto"/>
            <w:vAlign w:val="center"/>
          </w:tcPr>
          <w:p w14:paraId="57AE93B3" w14:textId="107B3AE9" w:rsidR="005C488A" w:rsidRPr="001133DD" w:rsidRDefault="005C488A" w:rsidP="00CB0D61">
            <w:pPr>
              <w:pStyle w:val="TableContents"/>
              <w:rPr>
                <w:rFonts w:asciiTheme="minorHAnsi" w:hAnsiTheme="minorHAnsi"/>
                <w:sz w:val="22"/>
                <w:szCs w:val="22"/>
                <w:lang w:eastAsia="en-US"/>
              </w:rPr>
            </w:pPr>
            <w:r>
              <w:rPr>
                <w:rFonts w:asciiTheme="minorHAnsi" w:hAnsiTheme="minorHAnsi"/>
                <w:sz w:val="22"/>
                <w:szCs w:val="22"/>
                <w:lang w:eastAsia="en-US"/>
              </w:rPr>
              <w:t>Specification</w:t>
            </w:r>
          </w:p>
        </w:tc>
        <w:tc>
          <w:tcPr>
            <w:tcW w:w="5367" w:type="dxa"/>
            <w:shd w:val="clear" w:color="auto" w:fill="auto"/>
          </w:tcPr>
          <w:p w14:paraId="5F6513A4" w14:textId="774B997C" w:rsidR="005C488A" w:rsidRPr="00BE3163" w:rsidRDefault="00BE3163" w:rsidP="00BE3163">
            <w:pPr>
              <w:pStyle w:val="TableContents"/>
              <w:numPr>
                <w:ilvl w:val="0"/>
                <w:numId w:val="9"/>
              </w:numPr>
              <w:ind w:left="712"/>
              <w:jc w:val="both"/>
              <w:rPr>
                <w:sz w:val="22"/>
                <w:szCs w:val="22"/>
              </w:rPr>
            </w:pPr>
            <w:r w:rsidRPr="00BE3163">
              <w:rPr>
                <w:sz w:val="22"/>
                <w:szCs w:val="22"/>
              </w:rPr>
              <w:t xml:space="preserve">Pictures of plant and other machines and equipment to be supplied plus </w:t>
            </w:r>
            <w:r>
              <w:rPr>
                <w:sz w:val="22"/>
                <w:szCs w:val="22"/>
              </w:rPr>
              <w:t xml:space="preserve">picture of </w:t>
            </w:r>
            <w:r w:rsidRPr="00BE3163">
              <w:rPr>
                <w:sz w:val="22"/>
                <w:szCs w:val="22"/>
              </w:rPr>
              <w:t>spare part</w:t>
            </w:r>
            <w:r>
              <w:rPr>
                <w:sz w:val="22"/>
                <w:szCs w:val="22"/>
              </w:rPr>
              <w:t>s</w:t>
            </w:r>
            <w:r w:rsidRPr="00BE3163">
              <w:rPr>
                <w:sz w:val="22"/>
                <w:szCs w:val="22"/>
              </w:rPr>
              <w:t xml:space="preserve"> for light vehicles.</w:t>
            </w:r>
          </w:p>
        </w:tc>
        <w:tc>
          <w:tcPr>
            <w:tcW w:w="1360" w:type="dxa"/>
            <w:shd w:val="clear" w:color="auto" w:fill="auto"/>
            <w:vAlign w:val="center"/>
          </w:tcPr>
          <w:p w14:paraId="43AF5DB5" w14:textId="7CB3BD4D" w:rsidR="005C488A" w:rsidRPr="001133DD" w:rsidRDefault="005C488A"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w:t>
            </w:r>
            <w:r w:rsidR="00084483">
              <w:rPr>
                <w:rFonts w:asciiTheme="minorHAnsi" w:hAnsiTheme="minorHAnsi"/>
                <w:sz w:val="22"/>
                <w:szCs w:val="22"/>
                <w:lang w:eastAsia="en-US"/>
              </w:rPr>
              <w:t>0</w:t>
            </w:r>
          </w:p>
        </w:tc>
      </w:tr>
      <w:tr w:rsidR="005C488A" w:rsidRPr="00DF2302" w14:paraId="41B43B46" w14:textId="77777777" w:rsidTr="006E17EC">
        <w:trPr>
          <w:cantSplit/>
          <w:tblHeader/>
        </w:trPr>
        <w:tc>
          <w:tcPr>
            <w:tcW w:w="2430" w:type="dxa"/>
            <w:vMerge/>
            <w:shd w:val="clear" w:color="auto" w:fill="auto"/>
            <w:vAlign w:val="center"/>
          </w:tcPr>
          <w:p w14:paraId="2E9750DF" w14:textId="77777777" w:rsidR="005C488A" w:rsidRDefault="005C488A" w:rsidP="00CB0D61">
            <w:pPr>
              <w:pStyle w:val="TableContents"/>
              <w:rPr>
                <w:rFonts w:asciiTheme="minorHAnsi" w:hAnsiTheme="minorHAnsi"/>
                <w:sz w:val="22"/>
                <w:szCs w:val="22"/>
                <w:lang w:eastAsia="en-US"/>
              </w:rPr>
            </w:pPr>
          </w:p>
        </w:tc>
        <w:tc>
          <w:tcPr>
            <w:tcW w:w="5367" w:type="dxa"/>
            <w:shd w:val="clear" w:color="auto" w:fill="auto"/>
          </w:tcPr>
          <w:p w14:paraId="7E063F7E" w14:textId="545FE270" w:rsidR="005C488A" w:rsidRPr="003960DF" w:rsidRDefault="005C488A" w:rsidP="004C0B62">
            <w:pPr>
              <w:pStyle w:val="TableContents"/>
              <w:numPr>
                <w:ilvl w:val="0"/>
                <w:numId w:val="9"/>
              </w:numPr>
              <w:ind w:left="712"/>
              <w:jc w:val="both"/>
              <w:rPr>
                <w:sz w:val="22"/>
                <w:szCs w:val="22"/>
              </w:rPr>
            </w:pPr>
            <w:r w:rsidRPr="003960DF">
              <w:rPr>
                <w:sz w:val="22"/>
                <w:szCs w:val="22"/>
              </w:rPr>
              <w:t xml:space="preserve">Brand and/or features of goods to be supplied as specified in the description of goods </w:t>
            </w:r>
          </w:p>
        </w:tc>
        <w:tc>
          <w:tcPr>
            <w:tcW w:w="1360" w:type="dxa"/>
            <w:shd w:val="clear" w:color="auto" w:fill="auto"/>
            <w:vAlign w:val="center"/>
          </w:tcPr>
          <w:p w14:paraId="50BEC5B9" w14:textId="40F71B14" w:rsidR="005C488A" w:rsidRDefault="00BE3163"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5C488A" w:rsidRPr="00DF2302" w14:paraId="05852F81" w14:textId="77777777" w:rsidTr="006E17EC">
        <w:trPr>
          <w:cantSplit/>
          <w:tblHeader/>
        </w:trPr>
        <w:tc>
          <w:tcPr>
            <w:tcW w:w="2430" w:type="dxa"/>
            <w:vMerge/>
            <w:shd w:val="clear" w:color="auto" w:fill="auto"/>
            <w:vAlign w:val="center"/>
          </w:tcPr>
          <w:p w14:paraId="348C1D6F" w14:textId="77777777" w:rsidR="005C488A" w:rsidRDefault="005C488A" w:rsidP="00CB0D61">
            <w:pPr>
              <w:pStyle w:val="TableContents"/>
              <w:rPr>
                <w:rFonts w:asciiTheme="minorHAnsi" w:hAnsiTheme="minorHAnsi"/>
                <w:sz w:val="22"/>
                <w:szCs w:val="22"/>
                <w:lang w:eastAsia="en-US"/>
              </w:rPr>
            </w:pPr>
          </w:p>
        </w:tc>
        <w:tc>
          <w:tcPr>
            <w:tcW w:w="5367" w:type="dxa"/>
            <w:shd w:val="clear" w:color="auto" w:fill="auto"/>
          </w:tcPr>
          <w:p w14:paraId="7E51FB1F" w14:textId="31B4A01E" w:rsidR="005C488A" w:rsidRPr="003960DF" w:rsidRDefault="005C488A" w:rsidP="004C0B62">
            <w:pPr>
              <w:pStyle w:val="TableContents"/>
              <w:numPr>
                <w:ilvl w:val="0"/>
                <w:numId w:val="9"/>
              </w:numPr>
              <w:ind w:left="712"/>
              <w:jc w:val="both"/>
              <w:rPr>
                <w:sz w:val="22"/>
                <w:szCs w:val="22"/>
              </w:rPr>
            </w:pPr>
            <w:r>
              <w:rPr>
                <w:sz w:val="22"/>
                <w:szCs w:val="22"/>
              </w:rPr>
              <w:t>The availability of spare parts with the supplier when needed</w:t>
            </w:r>
            <w:r w:rsidR="003634DE">
              <w:rPr>
                <w:sz w:val="22"/>
                <w:szCs w:val="22"/>
              </w:rPr>
              <w:t>.</w:t>
            </w:r>
          </w:p>
        </w:tc>
        <w:tc>
          <w:tcPr>
            <w:tcW w:w="1360" w:type="dxa"/>
            <w:shd w:val="clear" w:color="auto" w:fill="auto"/>
            <w:vAlign w:val="center"/>
          </w:tcPr>
          <w:p w14:paraId="2A1BBF43" w14:textId="382A5F9D" w:rsidR="005C488A" w:rsidRDefault="005C488A"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w:t>
            </w:r>
            <w:r w:rsidR="00084483">
              <w:rPr>
                <w:rFonts w:asciiTheme="minorHAnsi" w:hAnsiTheme="minorHAnsi"/>
                <w:sz w:val="22"/>
                <w:szCs w:val="22"/>
                <w:lang w:eastAsia="en-US"/>
              </w:rPr>
              <w:t>5</w:t>
            </w:r>
          </w:p>
        </w:tc>
      </w:tr>
      <w:tr w:rsidR="005C488A" w:rsidRPr="00DF2302" w14:paraId="7CA48CED" w14:textId="77777777" w:rsidTr="00C6562A">
        <w:trPr>
          <w:cantSplit/>
          <w:tblHeader/>
        </w:trPr>
        <w:tc>
          <w:tcPr>
            <w:tcW w:w="2430" w:type="dxa"/>
            <w:vMerge/>
            <w:shd w:val="clear" w:color="auto" w:fill="auto"/>
            <w:vAlign w:val="center"/>
          </w:tcPr>
          <w:p w14:paraId="365B018E" w14:textId="77777777" w:rsidR="005C488A" w:rsidRDefault="005C488A" w:rsidP="00CB0D61">
            <w:pPr>
              <w:pStyle w:val="TableContents"/>
              <w:rPr>
                <w:rFonts w:asciiTheme="minorHAnsi" w:hAnsiTheme="minorHAnsi"/>
                <w:sz w:val="22"/>
                <w:szCs w:val="22"/>
                <w:lang w:eastAsia="en-US"/>
              </w:rPr>
            </w:pPr>
          </w:p>
        </w:tc>
        <w:tc>
          <w:tcPr>
            <w:tcW w:w="5367" w:type="dxa"/>
            <w:tcBorders>
              <w:bottom w:val="single" w:sz="4" w:space="0" w:color="auto"/>
            </w:tcBorders>
            <w:shd w:val="clear" w:color="auto" w:fill="auto"/>
          </w:tcPr>
          <w:p w14:paraId="5C578445" w14:textId="7A6EB3A1" w:rsidR="005C488A" w:rsidRPr="003960DF" w:rsidRDefault="005C488A" w:rsidP="004C0B62">
            <w:pPr>
              <w:pStyle w:val="TableContents"/>
              <w:numPr>
                <w:ilvl w:val="0"/>
                <w:numId w:val="9"/>
              </w:numPr>
              <w:ind w:left="712"/>
              <w:jc w:val="both"/>
              <w:rPr>
                <w:sz w:val="22"/>
                <w:szCs w:val="22"/>
              </w:rPr>
            </w:pPr>
            <w:r w:rsidRPr="003960DF">
              <w:rPr>
                <w:sz w:val="22"/>
                <w:szCs w:val="22"/>
              </w:rPr>
              <w:t>Warranty</w:t>
            </w:r>
            <w:r w:rsidR="00A63767">
              <w:rPr>
                <w:sz w:val="22"/>
                <w:szCs w:val="22"/>
              </w:rPr>
              <w:t xml:space="preserve"> </w:t>
            </w:r>
          </w:p>
        </w:tc>
        <w:tc>
          <w:tcPr>
            <w:tcW w:w="1360" w:type="dxa"/>
            <w:shd w:val="clear" w:color="auto" w:fill="auto"/>
            <w:vAlign w:val="center"/>
          </w:tcPr>
          <w:p w14:paraId="247A232F" w14:textId="6E86C42B" w:rsidR="005C488A" w:rsidRDefault="005C488A"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5C488A" w:rsidRPr="00DF2302" w14:paraId="613F68D6" w14:textId="77777777" w:rsidTr="00C6562A">
        <w:trPr>
          <w:cantSplit/>
          <w:trHeight w:val="854"/>
          <w:tblHeader/>
        </w:trPr>
        <w:tc>
          <w:tcPr>
            <w:tcW w:w="2430" w:type="dxa"/>
            <w:vMerge w:val="restart"/>
            <w:shd w:val="clear" w:color="auto" w:fill="auto"/>
            <w:vAlign w:val="center"/>
          </w:tcPr>
          <w:p w14:paraId="44102FCB" w14:textId="2774F15C" w:rsidR="005C488A" w:rsidRPr="001133DD" w:rsidRDefault="005C488A" w:rsidP="00CB0D61">
            <w:pPr>
              <w:pStyle w:val="TableContents"/>
              <w:rPr>
                <w:rFonts w:asciiTheme="minorHAnsi" w:hAnsiTheme="minorHAnsi"/>
                <w:sz w:val="22"/>
                <w:szCs w:val="22"/>
                <w:lang w:eastAsia="en-US"/>
              </w:rPr>
            </w:pPr>
            <w:r w:rsidRPr="001133DD">
              <w:rPr>
                <w:rFonts w:asciiTheme="minorHAnsi" w:hAnsiTheme="minorHAnsi"/>
                <w:sz w:val="22"/>
                <w:szCs w:val="22"/>
                <w:lang w:eastAsia="en-US"/>
              </w:rPr>
              <w:t>Delivery time</w:t>
            </w:r>
          </w:p>
        </w:tc>
        <w:tc>
          <w:tcPr>
            <w:tcW w:w="5367" w:type="dxa"/>
            <w:tcBorders>
              <w:bottom w:val="single" w:sz="4" w:space="0" w:color="auto"/>
            </w:tcBorders>
            <w:shd w:val="clear" w:color="auto" w:fill="auto"/>
          </w:tcPr>
          <w:p w14:paraId="4BA71FA2" w14:textId="085CE714" w:rsidR="005C488A" w:rsidRPr="003960DF" w:rsidRDefault="005C488A" w:rsidP="004C0B62">
            <w:pPr>
              <w:pStyle w:val="TableContents"/>
              <w:numPr>
                <w:ilvl w:val="0"/>
                <w:numId w:val="4"/>
              </w:numPr>
              <w:ind w:left="712"/>
              <w:jc w:val="both"/>
              <w:rPr>
                <w:rFonts w:asciiTheme="minorHAnsi" w:hAnsiTheme="minorHAnsi"/>
                <w:sz w:val="22"/>
                <w:szCs w:val="22"/>
              </w:rPr>
            </w:pPr>
            <w:r w:rsidRPr="003960DF">
              <w:rPr>
                <w:rFonts w:asciiTheme="minorHAnsi" w:hAnsiTheme="minorHAnsi"/>
                <w:sz w:val="22"/>
                <w:szCs w:val="22"/>
              </w:rPr>
              <w:t>Delivery schedule to be provided clearly and comprehensive (a quicker but realistic delivery schedule will be given a higher score)</w:t>
            </w:r>
          </w:p>
        </w:tc>
        <w:tc>
          <w:tcPr>
            <w:tcW w:w="1360" w:type="dxa"/>
            <w:shd w:val="clear" w:color="auto" w:fill="auto"/>
            <w:vAlign w:val="center"/>
          </w:tcPr>
          <w:p w14:paraId="657554B4" w14:textId="6BE34CB4" w:rsidR="005C488A" w:rsidRPr="001133DD" w:rsidRDefault="005C488A"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w:t>
            </w:r>
            <w:r w:rsidR="00FC678F">
              <w:rPr>
                <w:rFonts w:asciiTheme="minorHAnsi" w:hAnsiTheme="minorHAnsi"/>
                <w:sz w:val="22"/>
                <w:szCs w:val="22"/>
                <w:lang w:eastAsia="en-US"/>
              </w:rPr>
              <w:t>0</w:t>
            </w:r>
          </w:p>
        </w:tc>
      </w:tr>
      <w:tr w:rsidR="005C488A" w:rsidRPr="003960DF" w14:paraId="0993676B" w14:textId="77777777" w:rsidTr="006E17EC">
        <w:trPr>
          <w:cantSplit/>
          <w:tblHeader/>
        </w:trPr>
        <w:tc>
          <w:tcPr>
            <w:tcW w:w="2430" w:type="dxa"/>
            <w:vMerge/>
            <w:shd w:val="clear" w:color="auto" w:fill="auto"/>
            <w:vAlign w:val="center"/>
          </w:tcPr>
          <w:p w14:paraId="2685A312" w14:textId="77777777" w:rsidR="005C488A" w:rsidRPr="001133DD" w:rsidRDefault="005C488A" w:rsidP="006E17EC">
            <w:pPr>
              <w:pStyle w:val="TableContents"/>
              <w:rPr>
                <w:rFonts w:asciiTheme="minorHAnsi" w:hAnsiTheme="minorHAnsi"/>
                <w:sz w:val="22"/>
                <w:szCs w:val="22"/>
                <w:lang w:eastAsia="en-US"/>
              </w:rPr>
            </w:pPr>
          </w:p>
        </w:tc>
        <w:tc>
          <w:tcPr>
            <w:tcW w:w="5367" w:type="dxa"/>
            <w:shd w:val="clear" w:color="auto" w:fill="auto"/>
          </w:tcPr>
          <w:p w14:paraId="6FCD9E36" w14:textId="26A94DED" w:rsidR="005C488A" w:rsidRPr="003960DF" w:rsidRDefault="005C488A" w:rsidP="00BE3163">
            <w:pPr>
              <w:pStyle w:val="TableContents"/>
              <w:jc w:val="both"/>
              <w:rPr>
                <w:rFonts w:asciiTheme="minorHAnsi" w:hAnsiTheme="minorHAnsi"/>
                <w:sz w:val="22"/>
                <w:szCs w:val="22"/>
              </w:rPr>
            </w:pPr>
          </w:p>
        </w:tc>
        <w:tc>
          <w:tcPr>
            <w:tcW w:w="1360" w:type="dxa"/>
            <w:shd w:val="clear" w:color="auto" w:fill="auto"/>
            <w:vAlign w:val="center"/>
          </w:tcPr>
          <w:p w14:paraId="3E3B720E" w14:textId="4C5C1B48" w:rsidR="005C488A" w:rsidRPr="003960DF" w:rsidRDefault="005C488A" w:rsidP="006E17EC">
            <w:pPr>
              <w:pStyle w:val="TableContents"/>
              <w:jc w:val="center"/>
              <w:rPr>
                <w:rFonts w:asciiTheme="minorHAnsi" w:hAnsiTheme="minorHAnsi"/>
                <w:sz w:val="22"/>
                <w:szCs w:val="22"/>
                <w:lang w:eastAsia="en-US"/>
              </w:rPr>
            </w:pP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lastRenderedPageBreak/>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(ts * tw) + (</w:t>
      </w:r>
      <w:r w:rsidR="00B57649">
        <w:rPr>
          <w:rFonts w:ascii="Calibri" w:hAnsi="Calibri"/>
          <w:b/>
          <w:lang w:val="en-GB"/>
        </w:rPr>
        <w:t>(</w:t>
      </w:r>
      <w:r w:rsidRPr="00DF2302">
        <w:rPr>
          <w:rFonts w:ascii="Calibri" w:hAnsi="Calibri"/>
          <w:b/>
          <w:lang w:val="en-GB"/>
        </w:rPr>
        <w:t>tc / lc</w:t>
      </w:r>
      <w:r w:rsidR="00B57649">
        <w:rPr>
          <w:rFonts w:ascii="Calibri" w:hAnsi="Calibri"/>
          <w:b/>
          <w:lang w:val="en-GB"/>
        </w:rPr>
        <w:t>) * fw</w:t>
      </w:r>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5"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5"/>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rFonts w:ascii="Calibri" w:hAnsi="Calibri"/>
          <w:sz w:val="20"/>
          <w:szCs w:val="20"/>
          <w:lang w:val="en-GB"/>
        </w:rPr>
      </w:pPr>
      <w:r w:rsidRPr="00DF2302">
        <w:rPr>
          <w:rFonts w:ascii="Calibri" w:hAnsi="Calibri"/>
          <w:sz w:val="20"/>
          <w:szCs w:val="20"/>
          <w:lang w:val="en-GB"/>
        </w:rPr>
        <w:t>tc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r>
        <w:rPr>
          <w:rFonts w:ascii="Calibri" w:hAnsi="Calibri"/>
          <w:sz w:val="20"/>
          <w:szCs w:val="20"/>
          <w:lang w:val="en-GB"/>
        </w:rPr>
        <w:t>fw = financial weight</w:t>
      </w:r>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B752AD" w14:textId="77777777" w:rsidR="00D70592" w:rsidRDefault="00D70592">
      <w:r>
        <w:separator/>
      </w:r>
    </w:p>
  </w:endnote>
  <w:endnote w:type="continuationSeparator" w:id="0">
    <w:p w14:paraId="68B388CB" w14:textId="77777777" w:rsidR="00D70592" w:rsidRDefault="00D70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22BB0BDE" w:rsidR="00D15CF2" w:rsidRDefault="004878F3" w:rsidP="004878F3">
    <w:pPr>
      <w:pStyle w:val="Footer"/>
    </w:pPr>
    <w:r>
      <w:fldChar w:fldCharType="begin"/>
    </w:r>
    <w:r>
      <w:instrText xml:space="preserve"> DATE \@ "yyyy-MM-dd" </w:instrText>
    </w:r>
    <w:r>
      <w:fldChar w:fldCharType="separate"/>
    </w:r>
    <w:r w:rsidR="00084483">
      <w:rPr>
        <w:noProof/>
      </w:rPr>
      <w:t>2025-02-18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E81923" w14:textId="77777777" w:rsidR="00D70592" w:rsidRDefault="00D70592">
      <w:r>
        <w:separator/>
      </w:r>
    </w:p>
  </w:footnote>
  <w:footnote w:type="continuationSeparator" w:id="0">
    <w:p w14:paraId="38CCB18A" w14:textId="77777777" w:rsidR="00D70592" w:rsidRDefault="00D705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766D6" w14:textId="0457D951"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34B70021"/>
    <w:multiLevelType w:val="hybridMultilevel"/>
    <w:tmpl w:val="5C2A234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37352F80"/>
    <w:multiLevelType w:val="hybridMultilevel"/>
    <w:tmpl w:val="E012BCC0"/>
    <w:lvl w:ilvl="0" w:tplc="20000001">
      <w:start w:val="1"/>
      <w:numFmt w:val="bullet"/>
      <w:lvlText w:val=""/>
      <w:lvlJc w:val="left"/>
      <w:pPr>
        <w:ind w:left="927"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9A0047"/>
    <w:multiLevelType w:val="hybridMultilevel"/>
    <w:tmpl w:val="088EA39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2101027064">
    <w:abstractNumId w:val="2"/>
  </w:num>
  <w:num w:numId="2" w16cid:durableId="408428220">
    <w:abstractNumId w:val="10"/>
  </w:num>
  <w:num w:numId="3" w16cid:durableId="1477911197">
    <w:abstractNumId w:val="9"/>
  </w:num>
  <w:num w:numId="4" w16cid:durableId="1416628406">
    <w:abstractNumId w:val="8"/>
  </w:num>
  <w:num w:numId="5" w16cid:durableId="1056587741">
    <w:abstractNumId w:val="0"/>
  </w:num>
  <w:num w:numId="6" w16cid:durableId="1743335529">
    <w:abstractNumId w:val="6"/>
  </w:num>
  <w:num w:numId="7" w16cid:durableId="1582711586">
    <w:abstractNumId w:val="1"/>
  </w:num>
  <w:num w:numId="8" w16cid:durableId="2044087804">
    <w:abstractNumId w:val="5"/>
  </w:num>
  <w:num w:numId="9" w16cid:durableId="336808392">
    <w:abstractNumId w:val="4"/>
  </w:num>
  <w:num w:numId="10" w16cid:durableId="2034988457">
    <w:abstractNumId w:val="3"/>
  </w:num>
  <w:num w:numId="11" w16cid:durableId="17850439">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5E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19A6"/>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5589"/>
    <w:rsid w:val="00066AF8"/>
    <w:rsid w:val="00072DBF"/>
    <w:rsid w:val="00072E8D"/>
    <w:rsid w:val="00073806"/>
    <w:rsid w:val="00075273"/>
    <w:rsid w:val="000768F7"/>
    <w:rsid w:val="00076F56"/>
    <w:rsid w:val="00077FC8"/>
    <w:rsid w:val="00081AB0"/>
    <w:rsid w:val="000826BE"/>
    <w:rsid w:val="00084483"/>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E7079"/>
    <w:rsid w:val="000F1171"/>
    <w:rsid w:val="000F1B1C"/>
    <w:rsid w:val="000F23F7"/>
    <w:rsid w:val="000F282C"/>
    <w:rsid w:val="000F2E9C"/>
    <w:rsid w:val="000F35EF"/>
    <w:rsid w:val="000F37A9"/>
    <w:rsid w:val="000F628C"/>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33DD"/>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36E2D"/>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3094"/>
    <w:rsid w:val="001662EF"/>
    <w:rsid w:val="001707B8"/>
    <w:rsid w:val="00171744"/>
    <w:rsid w:val="00172854"/>
    <w:rsid w:val="00172B7A"/>
    <w:rsid w:val="001735BD"/>
    <w:rsid w:val="001764C8"/>
    <w:rsid w:val="00180408"/>
    <w:rsid w:val="001813E4"/>
    <w:rsid w:val="00181997"/>
    <w:rsid w:val="001825A2"/>
    <w:rsid w:val="00182816"/>
    <w:rsid w:val="001836D7"/>
    <w:rsid w:val="001843EB"/>
    <w:rsid w:val="00186DD4"/>
    <w:rsid w:val="00190BAB"/>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014C"/>
    <w:rsid w:val="001E279C"/>
    <w:rsid w:val="001E2A26"/>
    <w:rsid w:val="001E4621"/>
    <w:rsid w:val="001F001C"/>
    <w:rsid w:val="001F1B20"/>
    <w:rsid w:val="001F2BF0"/>
    <w:rsid w:val="001F2C4E"/>
    <w:rsid w:val="001F4793"/>
    <w:rsid w:val="001F552E"/>
    <w:rsid w:val="001F560F"/>
    <w:rsid w:val="001F5616"/>
    <w:rsid w:val="001F594E"/>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9D1"/>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4F0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4CDC"/>
    <w:rsid w:val="002A5F73"/>
    <w:rsid w:val="002A6735"/>
    <w:rsid w:val="002A696D"/>
    <w:rsid w:val="002A6EEC"/>
    <w:rsid w:val="002B05CA"/>
    <w:rsid w:val="002B0CB4"/>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19D"/>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399C"/>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4B2"/>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34DE"/>
    <w:rsid w:val="0036480C"/>
    <w:rsid w:val="00365432"/>
    <w:rsid w:val="00366238"/>
    <w:rsid w:val="00366603"/>
    <w:rsid w:val="00367422"/>
    <w:rsid w:val="003716E9"/>
    <w:rsid w:val="00372246"/>
    <w:rsid w:val="00372C19"/>
    <w:rsid w:val="0037393B"/>
    <w:rsid w:val="00373BC7"/>
    <w:rsid w:val="003746F7"/>
    <w:rsid w:val="0037784D"/>
    <w:rsid w:val="00380DD5"/>
    <w:rsid w:val="00381963"/>
    <w:rsid w:val="003822FD"/>
    <w:rsid w:val="003842B6"/>
    <w:rsid w:val="003849E8"/>
    <w:rsid w:val="003849F9"/>
    <w:rsid w:val="003854F3"/>
    <w:rsid w:val="0038683A"/>
    <w:rsid w:val="00387A05"/>
    <w:rsid w:val="003919BB"/>
    <w:rsid w:val="00391E47"/>
    <w:rsid w:val="00394D7F"/>
    <w:rsid w:val="003960D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57CA"/>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BC2"/>
    <w:rsid w:val="003F7E3B"/>
    <w:rsid w:val="004001C1"/>
    <w:rsid w:val="00404488"/>
    <w:rsid w:val="00405E18"/>
    <w:rsid w:val="00405E93"/>
    <w:rsid w:val="004062F8"/>
    <w:rsid w:val="00411253"/>
    <w:rsid w:val="004130D1"/>
    <w:rsid w:val="00414FA6"/>
    <w:rsid w:val="0041563F"/>
    <w:rsid w:val="00416A47"/>
    <w:rsid w:val="00416E89"/>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2CED"/>
    <w:rsid w:val="0045354A"/>
    <w:rsid w:val="0045424C"/>
    <w:rsid w:val="0045572C"/>
    <w:rsid w:val="00455B76"/>
    <w:rsid w:val="00456110"/>
    <w:rsid w:val="00456AF9"/>
    <w:rsid w:val="00457850"/>
    <w:rsid w:val="0046025C"/>
    <w:rsid w:val="00461005"/>
    <w:rsid w:val="0046185A"/>
    <w:rsid w:val="00463A7B"/>
    <w:rsid w:val="0046784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2E51"/>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B62"/>
    <w:rsid w:val="004C24D6"/>
    <w:rsid w:val="004C3860"/>
    <w:rsid w:val="004C6374"/>
    <w:rsid w:val="004C6435"/>
    <w:rsid w:val="004C6B9D"/>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4B7F"/>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57D1"/>
    <w:rsid w:val="005766C4"/>
    <w:rsid w:val="0058147E"/>
    <w:rsid w:val="0058186F"/>
    <w:rsid w:val="00581E4F"/>
    <w:rsid w:val="00582386"/>
    <w:rsid w:val="00582A91"/>
    <w:rsid w:val="00582FBB"/>
    <w:rsid w:val="005837A5"/>
    <w:rsid w:val="00584ECA"/>
    <w:rsid w:val="005853E8"/>
    <w:rsid w:val="00585982"/>
    <w:rsid w:val="00585FEA"/>
    <w:rsid w:val="0058638D"/>
    <w:rsid w:val="005865A6"/>
    <w:rsid w:val="00586C0A"/>
    <w:rsid w:val="00586FFB"/>
    <w:rsid w:val="00591E08"/>
    <w:rsid w:val="00592F97"/>
    <w:rsid w:val="00593D0C"/>
    <w:rsid w:val="0059467C"/>
    <w:rsid w:val="00595B07"/>
    <w:rsid w:val="005961E9"/>
    <w:rsid w:val="005A0B7C"/>
    <w:rsid w:val="005A0BEB"/>
    <w:rsid w:val="005A23F1"/>
    <w:rsid w:val="005A4CCA"/>
    <w:rsid w:val="005A5731"/>
    <w:rsid w:val="005A5BCA"/>
    <w:rsid w:val="005A5FB3"/>
    <w:rsid w:val="005A613E"/>
    <w:rsid w:val="005A688B"/>
    <w:rsid w:val="005A6C3B"/>
    <w:rsid w:val="005A78E8"/>
    <w:rsid w:val="005A7C78"/>
    <w:rsid w:val="005A7D14"/>
    <w:rsid w:val="005B048E"/>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88A"/>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1F7C"/>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B91"/>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67EC"/>
    <w:rsid w:val="006D73B5"/>
    <w:rsid w:val="006E00D4"/>
    <w:rsid w:val="006E13AD"/>
    <w:rsid w:val="006E17EC"/>
    <w:rsid w:val="006E1BAB"/>
    <w:rsid w:val="006E25E3"/>
    <w:rsid w:val="006E37DF"/>
    <w:rsid w:val="006E4008"/>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1B1"/>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4AD0"/>
    <w:rsid w:val="007E55B3"/>
    <w:rsid w:val="007E675A"/>
    <w:rsid w:val="007E6D28"/>
    <w:rsid w:val="007E7922"/>
    <w:rsid w:val="007F00FF"/>
    <w:rsid w:val="007F33C7"/>
    <w:rsid w:val="007F4048"/>
    <w:rsid w:val="007F5A30"/>
    <w:rsid w:val="007F5EE1"/>
    <w:rsid w:val="007F68D3"/>
    <w:rsid w:val="007F6AD7"/>
    <w:rsid w:val="007F7082"/>
    <w:rsid w:val="007F719F"/>
    <w:rsid w:val="007F734C"/>
    <w:rsid w:val="007F79BE"/>
    <w:rsid w:val="00800ED9"/>
    <w:rsid w:val="00801763"/>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3BAB"/>
    <w:rsid w:val="00825BC0"/>
    <w:rsid w:val="00826C4B"/>
    <w:rsid w:val="00830686"/>
    <w:rsid w:val="0083106A"/>
    <w:rsid w:val="008316C0"/>
    <w:rsid w:val="008321ED"/>
    <w:rsid w:val="00832540"/>
    <w:rsid w:val="00832BF7"/>
    <w:rsid w:val="008342CD"/>
    <w:rsid w:val="00835460"/>
    <w:rsid w:val="008408CE"/>
    <w:rsid w:val="008426CC"/>
    <w:rsid w:val="008427C2"/>
    <w:rsid w:val="00842A49"/>
    <w:rsid w:val="0084307A"/>
    <w:rsid w:val="00843D0C"/>
    <w:rsid w:val="00844D81"/>
    <w:rsid w:val="0084574E"/>
    <w:rsid w:val="008459C6"/>
    <w:rsid w:val="008464E5"/>
    <w:rsid w:val="00846BC9"/>
    <w:rsid w:val="00847982"/>
    <w:rsid w:val="00850D24"/>
    <w:rsid w:val="008512AA"/>
    <w:rsid w:val="008513D5"/>
    <w:rsid w:val="00851844"/>
    <w:rsid w:val="00851BE5"/>
    <w:rsid w:val="00852370"/>
    <w:rsid w:val="00853C58"/>
    <w:rsid w:val="00853D1D"/>
    <w:rsid w:val="00854563"/>
    <w:rsid w:val="00856DE6"/>
    <w:rsid w:val="0085759C"/>
    <w:rsid w:val="008579AD"/>
    <w:rsid w:val="00862BD9"/>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1FB3"/>
    <w:rsid w:val="00892500"/>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3E3B"/>
    <w:rsid w:val="008C501A"/>
    <w:rsid w:val="008C64F0"/>
    <w:rsid w:val="008C7157"/>
    <w:rsid w:val="008C72D6"/>
    <w:rsid w:val="008C7C5F"/>
    <w:rsid w:val="008D0F39"/>
    <w:rsid w:val="008D18F2"/>
    <w:rsid w:val="008D2B92"/>
    <w:rsid w:val="008D52D8"/>
    <w:rsid w:val="008E063F"/>
    <w:rsid w:val="008E092B"/>
    <w:rsid w:val="008E1C73"/>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690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1AC9"/>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0DD1"/>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0ED9"/>
    <w:rsid w:val="00A0147B"/>
    <w:rsid w:val="00A016E6"/>
    <w:rsid w:val="00A01DA3"/>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67D6"/>
    <w:rsid w:val="00A174AD"/>
    <w:rsid w:val="00A20EF6"/>
    <w:rsid w:val="00A21466"/>
    <w:rsid w:val="00A21863"/>
    <w:rsid w:val="00A22F92"/>
    <w:rsid w:val="00A24484"/>
    <w:rsid w:val="00A264F7"/>
    <w:rsid w:val="00A31AAF"/>
    <w:rsid w:val="00A31E49"/>
    <w:rsid w:val="00A34BCE"/>
    <w:rsid w:val="00A34D6D"/>
    <w:rsid w:val="00A3777A"/>
    <w:rsid w:val="00A37C06"/>
    <w:rsid w:val="00A4017F"/>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61"/>
    <w:rsid w:val="00A636C1"/>
    <w:rsid w:val="00A63767"/>
    <w:rsid w:val="00A638F5"/>
    <w:rsid w:val="00A6477E"/>
    <w:rsid w:val="00A64E4F"/>
    <w:rsid w:val="00A71246"/>
    <w:rsid w:val="00A74C87"/>
    <w:rsid w:val="00A755AB"/>
    <w:rsid w:val="00A76DD5"/>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0251"/>
    <w:rsid w:val="00AF2419"/>
    <w:rsid w:val="00AF3D3E"/>
    <w:rsid w:val="00AF468D"/>
    <w:rsid w:val="00AF469A"/>
    <w:rsid w:val="00AF4D8E"/>
    <w:rsid w:val="00AF53B5"/>
    <w:rsid w:val="00AF559D"/>
    <w:rsid w:val="00AF617B"/>
    <w:rsid w:val="00B00170"/>
    <w:rsid w:val="00B00778"/>
    <w:rsid w:val="00B01EDA"/>
    <w:rsid w:val="00B020F3"/>
    <w:rsid w:val="00B03883"/>
    <w:rsid w:val="00B042B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2E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635"/>
    <w:rsid w:val="00B55F74"/>
    <w:rsid w:val="00B568CF"/>
    <w:rsid w:val="00B57649"/>
    <w:rsid w:val="00B617D5"/>
    <w:rsid w:val="00B61F73"/>
    <w:rsid w:val="00B62288"/>
    <w:rsid w:val="00B63D5D"/>
    <w:rsid w:val="00B63F3C"/>
    <w:rsid w:val="00B66100"/>
    <w:rsid w:val="00B67A23"/>
    <w:rsid w:val="00B71EEE"/>
    <w:rsid w:val="00B7242A"/>
    <w:rsid w:val="00B74E3B"/>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1BB6"/>
    <w:rsid w:val="00BA2599"/>
    <w:rsid w:val="00BA370D"/>
    <w:rsid w:val="00BA48ED"/>
    <w:rsid w:val="00BA4936"/>
    <w:rsid w:val="00BA4C86"/>
    <w:rsid w:val="00BA5627"/>
    <w:rsid w:val="00BA59A7"/>
    <w:rsid w:val="00BA724F"/>
    <w:rsid w:val="00BA74AC"/>
    <w:rsid w:val="00BA7EDF"/>
    <w:rsid w:val="00BB004D"/>
    <w:rsid w:val="00BB1893"/>
    <w:rsid w:val="00BB2320"/>
    <w:rsid w:val="00BB25AD"/>
    <w:rsid w:val="00BB281E"/>
    <w:rsid w:val="00BB3872"/>
    <w:rsid w:val="00BB460B"/>
    <w:rsid w:val="00BB5D8F"/>
    <w:rsid w:val="00BB600D"/>
    <w:rsid w:val="00BB75D3"/>
    <w:rsid w:val="00BB7C8C"/>
    <w:rsid w:val="00BC1654"/>
    <w:rsid w:val="00BC240D"/>
    <w:rsid w:val="00BC2778"/>
    <w:rsid w:val="00BC31E9"/>
    <w:rsid w:val="00BC493F"/>
    <w:rsid w:val="00BC4954"/>
    <w:rsid w:val="00BC499E"/>
    <w:rsid w:val="00BC504F"/>
    <w:rsid w:val="00BC5208"/>
    <w:rsid w:val="00BC68AC"/>
    <w:rsid w:val="00BD0C4F"/>
    <w:rsid w:val="00BD231C"/>
    <w:rsid w:val="00BD6BA3"/>
    <w:rsid w:val="00BE014E"/>
    <w:rsid w:val="00BE197B"/>
    <w:rsid w:val="00BE260F"/>
    <w:rsid w:val="00BE298B"/>
    <w:rsid w:val="00BE3163"/>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565"/>
    <w:rsid w:val="00C239E3"/>
    <w:rsid w:val="00C23A97"/>
    <w:rsid w:val="00C26ABB"/>
    <w:rsid w:val="00C27F1C"/>
    <w:rsid w:val="00C30227"/>
    <w:rsid w:val="00C308A2"/>
    <w:rsid w:val="00C3124F"/>
    <w:rsid w:val="00C31B9C"/>
    <w:rsid w:val="00C32770"/>
    <w:rsid w:val="00C32A42"/>
    <w:rsid w:val="00C342F6"/>
    <w:rsid w:val="00C36273"/>
    <w:rsid w:val="00C368E9"/>
    <w:rsid w:val="00C411FE"/>
    <w:rsid w:val="00C422A8"/>
    <w:rsid w:val="00C438B7"/>
    <w:rsid w:val="00C447AC"/>
    <w:rsid w:val="00C4656F"/>
    <w:rsid w:val="00C47D72"/>
    <w:rsid w:val="00C50F39"/>
    <w:rsid w:val="00C51290"/>
    <w:rsid w:val="00C56AA5"/>
    <w:rsid w:val="00C60C93"/>
    <w:rsid w:val="00C617B7"/>
    <w:rsid w:val="00C61D01"/>
    <w:rsid w:val="00C6562A"/>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0D61"/>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6D7B"/>
    <w:rsid w:val="00D47D28"/>
    <w:rsid w:val="00D47F21"/>
    <w:rsid w:val="00D51000"/>
    <w:rsid w:val="00D51F5D"/>
    <w:rsid w:val="00D5248D"/>
    <w:rsid w:val="00D53C0C"/>
    <w:rsid w:val="00D55932"/>
    <w:rsid w:val="00D562E2"/>
    <w:rsid w:val="00D5679C"/>
    <w:rsid w:val="00D57B4D"/>
    <w:rsid w:val="00D61620"/>
    <w:rsid w:val="00D62161"/>
    <w:rsid w:val="00D623C4"/>
    <w:rsid w:val="00D64F1D"/>
    <w:rsid w:val="00D660C7"/>
    <w:rsid w:val="00D67218"/>
    <w:rsid w:val="00D67AEA"/>
    <w:rsid w:val="00D70592"/>
    <w:rsid w:val="00D706CE"/>
    <w:rsid w:val="00D71E33"/>
    <w:rsid w:val="00D7229C"/>
    <w:rsid w:val="00D73232"/>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1776"/>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1D5"/>
    <w:rsid w:val="00DC362B"/>
    <w:rsid w:val="00DC4992"/>
    <w:rsid w:val="00DC4CA3"/>
    <w:rsid w:val="00DC4DF7"/>
    <w:rsid w:val="00DC619A"/>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263FB"/>
    <w:rsid w:val="00E3305D"/>
    <w:rsid w:val="00E333B3"/>
    <w:rsid w:val="00E334E2"/>
    <w:rsid w:val="00E34B02"/>
    <w:rsid w:val="00E34DCE"/>
    <w:rsid w:val="00E3562B"/>
    <w:rsid w:val="00E3566F"/>
    <w:rsid w:val="00E40A7F"/>
    <w:rsid w:val="00E419EF"/>
    <w:rsid w:val="00E41BC2"/>
    <w:rsid w:val="00E42494"/>
    <w:rsid w:val="00E425EC"/>
    <w:rsid w:val="00E4282A"/>
    <w:rsid w:val="00E43B6A"/>
    <w:rsid w:val="00E43C73"/>
    <w:rsid w:val="00E43DDD"/>
    <w:rsid w:val="00E47A57"/>
    <w:rsid w:val="00E5038D"/>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3B22"/>
    <w:rsid w:val="00E748B2"/>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0FC"/>
    <w:rsid w:val="00EA6501"/>
    <w:rsid w:val="00EA69F4"/>
    <w:rsid w:val="00EA7D38"/>
    <w:rsid w:val="00EB0C28"/>
    <w:rsid w:val="00EB1462"/>
    <w:rsid w:val="00EB460E"/>
    <w:rsid w:val="00EB6858"/>
    <w:rsid w:val="00EB71CA"/>
    <w:rsid w:val="00EB78A7"/>
    <w:rsid w:val="00EB7E5E"/>
    <w:rsid w:val="00EC022C"/>
    <w:rsid w:val="00EC088B"/>
    <w:rsid w:val="00EC0AC6"/>
    <w:rsid w:val="00EC0EE3"/>
    <w:rsid w:val="00EC1DB5"/>
    <w:rsid w:val="00EC401B"/>
    <w:rsid w:val="00EC51A1"/>
    <w:rsid w:val="00ED0324"/>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55"/>
    <w:rsid w:val="00F06488"/>
    <w:rsid w:val="00F06A99"/>
    <w:rsid w:val="00F07222"/>
    <w:rsid w:val="00F11629"/>
    <w:rsid w:val="00F11DBD"/>
    <w:rsid w:val="00F13248"/>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C47"/>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0CF2"/>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C678F"/>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367"/>
    <w:rsid w:val="00FE67D5"/>
    <w:rsid w:val="00FE71B8"/>
    <w:rsid w:val="00FF2249"/>
    <w:rsid w:val="00FF2B8C"/>
    <w:rsid w:val="00FF30C5"/>
    <w:rsid w:val="00FF5424"/>
    <w:rsid w:val="00FF591A"/>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288858602">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854614072">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748</Words>
  <Characters>4265</Characters>
  <Application>Microsoft Office Word</Application>
  <DocSecurity>0</DocSecurity>
  <Lines>35</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5003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Terei Thomas Redfern</cp:lastModifiedBy>
  <cp:revision>2</cp:revision>
  <cp:lastPrinted>2016-10-18T02:57:00Z</cp:lastPrinted>
  <dcterms:created xsi:type="dcterms:W3CDTF">2025-02-17T21:15:00Z</dcterms:created>
  <dcterms:modified xsi:type="dcterms:W3CDTF">2025-02-17T21:15:00Z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GrammarlyDocumentId">
    <vt:lpwstr>faecc17a2508793a1d2e2c7f69eb45c4d0843ef55eff0fea87ff57d28566f24e</vt:lpwstr>
  </property>
</Properties>
</file>